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DF7" w:rsidRPr="00E54158" w:rsidRDefault="00163DF7" w:rsidP="003905D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63DF7" w:rsidRPr="00FA0B37" w:rsidRDefault="00163DF7" w:rsidP="003905DA">
      <w:pPr>
        <w:spacing w:line="240" w:lineRule="exact"/>
        <w:ind w:left="7080" w:firstLine="708"/>
        <w:jc w:val="both"/>
        <w:rPr>
          <w:sz w:val="28"/>
          <w:szCs w:val="28"/>
        </w:rPr>
      </w:pPr>
    </w:p>
    <w:p w:rsidR="00163DF7" w:rsidRDefault="00163DF7" w:rsidP="003905DA">
      <w:pPr>
        <w:spacing w:line="240" w:lineRule="exact"/>
        <w:ind w:firstLine="8"/>
        <w:jc w:val="right"/>
        <w:rPr>
          <w:sz w:val="28"/>
          <w:szCs w:val="28"/>
        </w:rPr>
      </w:pPr>
      <w:r w:rsidRPr="00FA0B37">
        <w:rPr>
          <w:sz w:val="28"/>
          <w:szCs w:val="28"/>
        </w:rPr>
        <w:t xml:space="preserve">Внесен депутатом Думы Соликамского </w:t>
      </w:r>
      <w:r>
        <w:rPr>
          <w:sz w:val="28"/>
          <w:szCs w:val="28"/>
        </w:rPr>
        <w:t>муниципального</w:t>
      </w:r>
      <w:r w:rsidRPr="00FA0B37">
        <w:rPr>
          <w:sz w:val="28"/>
          <w:szCs w:val="28"/>
        </w:rPr>
        <w:t xml:space="preserve"> округа </w:t>
      </w:r>
    </w:p>
    <w:p w:rsidR="00163DF7" w:rsidRPr="00FA0B37" w:rsidRDefault="00163DF7" w:rsidP="003905DA">
      <w:pPr>
        <w:spacing w:line="240" w:lineRule="exact"/>
        <w:ind w:firstLine="8"/>
        <w:jc w:val="right"/>
        <w:rPr>
          <w:sz w:val="28"/>
          <w:szCs w:val="28"/>
        </w:rPr>
      </w:pPr>
      <w:r>
        <w:rPr>
          <w:sz w:val="28"/>
          <w:szCs w:val="28"/>
        </w:rPr>
        <w:t>по</w:t>
      </w:r>
      <w:r w:rsidRPr="00FA0B37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A0B37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A0B37">
        <w:rPr>
          <w:sz w:val="28"/>
          <w:szCs w:val="28"/>
        </w:rPr>
        <w:t xml:space="preserve"> № </w:t>
      </w:r>
      <w:r>
        <w:rPr>
          <w:sz w:val="28"/>
          <w:szCs w:val="28"/>
        </w:rPr>
        <w:t>12 Якишиным А.В.</w:t>
      </w:r>
      <w:r w:rsidRPr="00FA0B37">
        <w:rPr>
          <w:sz w:val="28"/>
          <w:szCs w:val="28"/>
        </w:rPr>
        <w:t xml:space="preserve"> </w:t>
      </w:r>
    </w:p>
    <w:p w:rsidR="00163DF7" w:rsidRPr="00FA0B37" w:rsidRDefault="00163DF7" w:rsidP="003905DA">
      <w:pPr>
        <w:spacing w:line="240" w:lineRule="exact"/>
        <w:ind w:firstLine="8"/>
        <w:jc w:val="both"/>
        <w:rPr>
          <w:sz w:val="28"/>
          <w:szCs w:val="28"/>
        </w:rPr>
      </w:pPr>
    </w:p>
    <w:p w:rsidR="00163DF7" w:rsidRPr="00FA0B37" w:rsidRDefault="00163DF7" w:rsidP="003905DA">
      <w:pPr>
        <w:autoSpaceDE w:val="0"/>
        <w:autoSpaceDN w:val="0"/>
        <w:adjustRightInd w:val="0"/>
        <w:spacing w:line="240" w:lineRule="exact"/>
        <w:jc w:val="both"/>
        <w:rPr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163DF7" w:rsidRDefault="00163DF7" w:rsidP="00524E6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163DF7" w:rsidRPr="008571BA" w:rsidRDefault="00163DF7" w:rsidP="00475965">
      <w:pPr>
        <w:autoSpaceDE w:val="0"/>
        <w:autoSpaceDN w:val="0"/>
        <w:adjustRightInd w:val="0"/>
        <w:spacing w:line="240" w:lineRule="exact"/>
        <w:ind w:right="4598"/>
        <w:rPr>
          <w:b/>
          <w:sz w:val="28"/>
          <w:szCs w:val="28"/>
        </w:rPr>
      </w:pPr>
      <w:r w:rsidRPr="00CC0B10">
        <w:rPr>
          <w:b/>
          <w:sz w:val="28"/>
          <w:szCs w:val="28"/>
        </w:rPr>
        <w:t xml:space="preserve">О внесении изменений в решение Соликамской городской Думы от 29.03.2017 № 107 «Об утверждении Положения о Молодежном парламенте Соликамского городского округа» и утверждении календарного плана </w:t>
      </w:r>
      <w:r>
        <w:rPr>
          <w:b/>
          <w:sz w:val="28"/>
          <w:szCs w:val="28"/>
        </w:rPr>
        <w:t xml:space="preserve">проведения </w:t>
      </w:r>
      <w:r w:rsidRPr="00CC0B10">
        <w:rPr>
          <w:b/>
          <w:sz w:val="28"/>
          <w:szCs w:val="28"/>
        </w:rPr>
        <w:t xml:space="preserve">дополнительного конкурсного отбора </w:t>
      </w:r>
      <w:r>
        <w:rPr>
          <w:b/>
          <w:sz w:val="28"/>
          <w:szCs w:val="28"/>
        </w:rPr>
        <w:t>членов</w:t>
      </w:r>
      <w:r w:rsidRPr="00CC0B10">
        <w:rPr>
          <w:b/>
          <w:sz w:val="28"/>
          <w:szCs w:val="28"/>
        </w:rPr>
        <w:t xml:space="preserve"> Молодежного парламента Соликамского муниципального округа </w:t>
      </w:r>
    </w:p>
    <w:p w:rsidR="00163DF7" w:rsidRDefault="00163DF7" w:rsidP="000A79BB">
      <w:pPr>
        <w:pStyle w:val="ConsPlusNormal"/>
        <w:ind w:firstLine="540"/>
        <w:jc w:val="both"/>
        <w:rPr>
          <w:sz w:val="28"/>
          <w:szCs w:val="28"/>
        </w:rPr>
      </w:pPr>
    </w:p>
    <w:p w:rsidR="00163DF7" w:rsidRPr="000A79BB" w:rsidRDefault="00163DF7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В соответствии с Федеральным </w:t>
      </w:r>
      <w:hyperlink r:id="rId7" w:history="1">
        <w:r w:rsidRPr="00887584">
          <w:rPr>
            <w:sz w:val="28"/>
            <w:szCs w:val="28"/>
          </w:rPr>
          <w:t>законом</w:t>
        </w:r>
      </w:hyperlink>
      <w:r w:rsidRPr="000A79BB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0A79BB">
          <w:rPr>
            <w:sz w:val="28"/>
            <w:szCs w:val="28"/>
          </w:rPr>
          <w:t>2003 г</w:t>
        </w:r>
      </w:smartTag>
      <w:r w:rsidRPr="000A79BB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26</w:t>
      </w:r>
      <w:r w:rsidRPr="000A79BB">
        <w:rPr>
          <w:sz w:val="28"/>
          <w:szCs w:val="28"/>
        </w:rPr>
        <w:t xml:space="preserve"> Устава Соликамского </w:t>
      </w:r>
      <w:r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Пермского края</w:t>
      </w:r>
    </w:p>
    <w:p w:rsidR="00163DF7" w:rsidRPr="000A79BB" w:rsidRDefault="00163DF7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Дума Соликамского </w:t>
      </w:r>
      <w:r>
        <w:rPr>
          <w:sz w:val="28"/>
          <w:szCs w:val="28"/>
        </w:rPr>
        <w:t>муниципального</w:t>
      </w:r>
      <w:r w:rsidRPr="000A79BB">
        <w:rPr>
          <w:sz w:val="28"/>
          <w:szCs w:val="28"/>
        </w:rPr>
        <w:t xml:space="preserve"> округа РЕШИЛА:</w:t>
      </w:r>
    </w:p>
    <w:p w:rsidR="00163DF7" w:rsidRDefault="00163DF7" w:rsidP="00496951">
      <w:pPr>
        <w:pStyle w:val="ConsPlusNormal"/>
        <w:spacing w:line="360" w:lineRule="exact"/>
        <w:ind w:firstLine="708"/>
        <w:jc w:val="both"/>
        <w:rPr>
          <w:sz w:val="28"/>
          <w:szCs w:val="28"/>
        </w:rPr>
      </w:pPr>
      <w:r w:rsidRPr="000A79B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</w:t>
      </w:r>
      <w:r w:rsidRPr="00475965">
        <w:rPr>
          <w:sz w:val="28"/>
          <w:szCs w:val="28"/>
        </w:rPr>
        <w:t xml:space="preserve">в </w:t>
      </w:r>
      <w:r w:rsidRPr="003A1A40">
        <w:rPr>
          <w:sz w:val="28"/>
          <w:szCs w:val="28"/>
        </w:rPr>
        <w:t xml:space="preserve">решение Соликамской городской Думы от 29 марта </w:t>
      </w:r>
      <w:smartTag w:uri="urn:schemas-microsoft-com:office:smarttags" w:element="metricconverter">
        <w:smartTagPr>
          <w:attr w:name="ProductID" w:val="2017 г"/>
        </w:smartTagPr>
        <w:r w:rsidRPr="003A1A40">
          <w:rPr>
            <w:sz w:val="28"/>
            <w:szCs w:val="28"/>
          </w:rPr>
          <w:t>2017 г</w:t>
        </w:r>
      </w:smartTag>
      <w:r w:rsidRPr="003A1A40">
        <w:rPr>
          <w:sz w:val="28"/>
          <w:szCs w:val="28"/>
        </w:rPr>
        <w:t>.  № 107</w:t>
      </w:r>
      <w:r>
        <w:rPr>
          <w:sz w:val="28"/>
          <w:szCs w:val="28"/>
        </w:rPr>
        <w:t xml:space="preserve"> «Об утверждении Положения</w:t>
      </w:r>
      <w:r w:rsidRPr="00475965">
        <w:rPr>
          <w:sz w:val="28"/>
          <w:szCs w:val="28"/>
        </w:rPr>
        <w:t xml:space="preserve"> о Молодежном парламенте Соликамского </w:t>
      </w:r>
      <w:r w:rsidRPr="003A1A40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»</w:t>
      </w:r>
      <w:r w:rsidRPr="003A1A40">
        <w:rPr>
          <w:sz w:val="28"/>
          <w:szCs w:val="28"/>
        </w:rPr>
        <w:t xml:space="preserve"> следующие изменения:</w:t>
      </w:r>
    </w:p>
    <w:p w:rsidR="00163DF7" w:rsidRDefault="00163DF7" w:rsidP="00B20CC3">
      <w:pPr>
        <w:pStyle w:val="ConsPlusNormal"/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 решения слово «городского» заменить словом «муниципального»;</w:t>
      </w:r>
    </w:p>
    <w:p w:rsidR="00163DF7" w:rsidRDefault="00163DF7" w:rsidP="00B20CC3">
      <w:pPr>
        <w:pStyle w:val="ConsPlusNormal"/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 слово «городского» заменить словом «муниципального»;</w:t>
      </w:r>
    </w:p>
    <w:p w:rsidR="00163DF7" w:rsidRDefault="00163DF7" w:rsidP="00B20CC3">
      <w:pPr>
        <w:pStyle w:val="ConsPlusNormal"/>
        <w:numPr>
          <w:ilvl w:val="0"/>
          <w:numId w:val="1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решению:</w:t>
      </w:r>
    </w:p>
    <w:p w:rsidR="00163DF7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5A4090">
        <w:rPr>
          <w:sz w:val="28"/>
          <w:szCs w:val="28"/>
        </w:rPr>
        <w:t>в наименовании Положения слово «городского» заменить словом «муниципального»;</w:t>
      </w:r>
    </w:p>
    <w:p w:rsidR="00163DF7" w:rsidRPr="005A4090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5A4090">
        <w:rPr>
          <w:sz w:val="28"/>
          <w:szCs w:val="28"/>
        </w:rPr>
        <w:t>в пункте 1.1 слово «городского» заменить словом «муниципального»;</w:t>
      </w:r>
    </w:p>
    <w:p w:rsidR="00163DF7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2.1 слова «10 человек» заменить словами «15 человек»;</w:t>
      </w:r>
    </w:p>
    <w:p w:rsidR="00163DF7" w:rsidRPr="005A4090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2.2 </w:t>
      </w:r>
      <w:r w:rsidRPr="005A4090">
        <w:rPr>
          <w:sz w:val="28"/>
          <w:szCs w:val="28"/>
        </w:rPr>
        <w:t>слово «городского» заменить словом «муниципального»;</w:t>
      </w:r>
    </w:p>
    <w:p w:rsidR="00163DF7" w:rsidRPr="005A4090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2.4 </w:t>
      </w:r>
      <w:r w:rsidRPr="005A4090">
        <w:rPr>
          <w:sz w:val="28"/>
          <w:szCs w:val="28"/>
        </w:rPr>
        <w:t>слово «городского» заменить словом «муниципального»;</w:t>
      </w:r>
    </w:p>
    <w:p w:rsidR="00163DF7" w:rsidRPr="005A4090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2.5 </w:t>
      </w:r>
      <w:r w:rsidRPr="005A4090">
        <w:rPr>
          <w:sz w:val="28"/>
          <w:szCs w:val="28"/>
        </w:rPr>
        <w:t>слово «городского» заменить словом «муниципального»;</w:t>
      </w:r>
    </w:p>
    <w:p w:rsidR="00163DF7" w:rsidRPr="005A4090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2.8 </w:t>
      </w:r>
      <w:r w:rsidRPr="005A4090">
        <w:rPr>
          <w:sz w:val="28"/>
          <w:szCs w:val="28"/>
        </w:rPr>
        <w:t>слово «городского» заменить словом «муниципального»;</w:t>
      </w:r>
    </w:p>
    <w:p w:rsidR="00163DF7" w:rsidRPr="007B2958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2.9 </w:t>
      </w:r>
      <w:r w:rsidRPr="005A4090">
        <w:rPr>
          <w:sz w:val="28"/>
          <w:szCs w:val="28"/>
        </w:rPr>
        <w:t xml:space="preserve">слово «городского» заменить словом </w:t>
      </w:r>
      <w:r w:rsidRPr="007B2958">
        <w:rPr>
          <w:sz w:val="28"/>
          <w:szCs w:val="28"/>
        </w:rPr>
        <w:t>«муниципального»;</w:t>
      </w:r>
    </w:p>
    <w:p w:rsidR="00163DF7" w:rsidRPr="007B2958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7B2958">
        <w:rPr>
          <w:sz w:val="28"/>
          <w:szCs w:val="28"/>
        </w:rPr>
        <w:t>в пункте 3.9 слово «городского» заменить словом «муниципального»;</w:t>
      </w:r>
    </w:p>
    <w:p w:rsidR="00163DF7" w:rsidRPr="007B2958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7B2958">
        <w:rPr>
          <w:sz w:val="28"/>
          <w:szCs w:val="28"/>
        </w:rPr>
        <w:t>в пункте 3.10.1 слово «городского» заменить словом «муниципального»;</w:t>
      </w:r>
    </w:p>
    <w:p w:rsidR="00163DF7" w:rsidRPr="007B2958" w:rsidRDefault="00163DF7" w:rsidP="005A409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7B2958">
        <w:rPr>
          <w:sz w:val="28"/>
          <w:szCs w:val="28"/>
        </w:rPr>
        <w:t>в пункте 4.2 слова «главы города Соликамска – главы администрации города Соликамска» заменить словами «главы муниципального округа – главы администрации Соликамского муниципального округа»;</w:t>
      </w:r>
    </w:p>
    <w:p w:rsidR="00163DF7" w:rsidRPr="007B2958" w:rsidRDefault="00163DF7" w:rsidP="00CE76D0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7B2958">
        <w:rPr>
          <w:sz w:val="28"/>
          <w:szCs w:val="28"/>
        </w:rPr>
        <w:t>в пункте 6.1 слово «городского» заменить словом «муниципального»;</w:t>
      </w:r>
    </w:p>
    <w:p w:rsidR="00163DF7" w:rsidRPr="007B2958" w:rsidRDefault="00163DF7" w:rsidP="005A4090">
      <w:pPr>
        <w:pStyle w:val="ConsPlusNormal"/>
        <w:numPr>
          <w:ilvl w:val="2"/>
          <w:numId w:val="4"/>
        </w:numPr>
        <w:tabs>
          <w:tab w:val="left" w:pos="1276"/>
          <w:tab w:val="left" w:pos="1418"/>
          <w:tab w:val="left" w:pos="15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7B2958">
        <w:rPr>
          <w:sz w:val="28"/>
          <w:szCs w:val="28"/>
        </w:rPr>
        <w:t>в абзаце девятом пункта 7.7 слова «города Соликамска» заменить словами «Соликамского  муниципального округа»;</w:t>
      </w:r>
    </w:p>
    <w:p w:rsidR="00163DF7" w:rsidRPr="007B2958" w:rsidRDefault="00163DF7" w:rsidP="005967B3">
      <w:pPr>
        <w:pStyle w:val="ConsPlusNormal"/>
        <w:numPr>
          <w:ilvl w:val="2"/>
          <w:numId w:val="4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7B2958">
        <w:rPr>
          <w:sz w:val="28"/>
          <w:szCs w:val="28"/>
        </w:rPr>
        <w:t>в пункте 8.10 слово «городского» заменить словом «муниципального»;</w:t>
      </w:r>
    </w:p>
    <w:p w:rsidR="00163DF7" w:rsidRPr="007B2958" w:rsidRDefault="00163DF7" w:rsidP="005967B3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7B2958">
        <w:rPr>
          <w:sz w:val="28"/>
          <w:szCs w:val="28"/>
        </w:rPr>
        <w:t>1.4. в приложении 1 к Положению о Молодежном парламенте Соликамского городского округа слово «городского» заменить словом «муниципального»;</w:t>
      </w:r>
    </w:p>
    <w:p w:rsidR="00163DF7" w:rsidRDefault="00163DF7" w:rsidP="005967B3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7B2958">
        <w:rPr>
          <w:sz w:val="28"/>
          <w:szCs w:val="28"/>
        </w:rPr>
        <w:t>1.5. в приложении 2 к Положению о Молодежном парламенте</w:t>
      </w:r>
      <w:r>
        <w:rPr>
          <w:sz w:val="28"/>
          <w:szCs w:val="28"/>
        </w:rPr>
        <w:t xml:space="preserve"> Соликамского городского округа </w:t>
      </w:r>
      <w:r w:rsidRPr="005A4090">
        <w:rPr>
          <w:sz w:val="28"/>
          <w:szCs w:val="28"/>
        </w:rPr>
        <w:t>слово «городского» заменить словом «муниципального»;</w:t>
      </w:r>
    </w:p>
    <w:p w:rsidR="00163DF7" w:rsidRDefault="00163DF7" w:rsidP="005967B3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в приложении 3 к Положению о Молодежном парламенте Соликамского городского округа </w:t>
      </w:r>
      <w:r w:rsidRPr="005A4090">
        <w:rPr>
          <w:sz w:val="28"/>
          <w:szCs w:val="28"/>
        </w:rPr>
        <w:t>слово «городского» заменить словом «муниципального»;</w:t>
      </w:r>
    </w:p>
    <w:p w:rsidR="00163DF7" w:rsidRDefault="00163DF7" w:rsidP="005967B3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в приложении 5 к Положению о Молодежном парламенте Соликамского городского округа:</w:t>
      </w:r>
    </w:p>
    <w:p w:rsidR="00163DF7" w:rsidRDefault="00163DF7" w:rsidP="005967B3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слово «Думе» заменить словами «Думе Соликамского муниципального округа»;</w:t>
      </w:r>
    </w:p>
    <w:p w:rsidR="00163DF7" w:rsidRDefault="00163DF7" w:rsidP="005967B3">
      <w:pPr>
        <w:pStyle w:val="ConsPlusNormal"/>
        <w:spacing w:line="360" w:lineRule="exact"/>
        <w:ind w:firstLine="709"/>
        <w:jc w:val="both"/>
        <w:rPr>
          <w:sz w:val="28"/>
          <w:szCs w:val="28"/>
        </w:rPr>
      </w:pPr>
      <w:r w:rsidRPr="005A4090">
        <w:rPr>
          <w:sz w:val="28"/>
          <w:szCs w:val="28"/>
        </w:rPr>
        <w:t>слово «городского» заменить словом «муниципального»</w:t>
      </w:r>
      <w:r>
        <w:rPr>
          <w:sz w:val="28"/>
          <w:szCs w:val="28"/>
        </w:rPr>
        <w:t>.</w:t>
      </w:r>
    </w:p>
    <w:p w:rsidR="00163DF7" w:rsidRDefault="00163DF7" w:rsidP="00DE5E9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E04F1E">
        <w:rPr>
          <w:sz w:val="28"/>
          <w:szCs w:val="28"/>
        </w:rPr>
        <w:t xml:space="preserve">2. </w:t>
      </w:r>
      <w:r>
        <w:rPr>
          <w:sz w:val="28"/>
          <w:szCs w:val="28"/>
        </w:rPr>
        <w:t>Установить, что предусмотренное пунктом 1.3.3 настоящего решения изменение количественного состава Молодёжного парламента Соликамского муниципального округа</w:t>
      </w:r>
      <w:r w:rsidRPr="00DE5E9E">
        <w:rPr>
          <w:sz w:val="28"/>
          <w:szCs w:val="28"/>
        </w:rPr>
        <w:t xml:space="preserve"> </w:t>
      </w:r>
      <w:r w:rsidRPr="00083E7E">
        <w:rPr>
          <w:sz w:val="28"/>
          <w:szCs w:val="28"/>
        </w:rPr>
        <w:t>применяется к Молодежному парламенту</w:t>
      </w:r>
      <w:r w:rsidRPr="00E04F1E">
        <w:rPr>
          <w:sz w:val="28"/>
          <w:szCs w:val="28"/>
        </w:rPr>
        <w:t xml:space="preserve"> Соликамского </w:t>
      </w:r>
      <w:r>
        <w:rPr>
          <w:sz w:val="28"/>
          <w:szCs w:val="28"/>
        </w:rPr>
        <w:t>муниципального</w:t>
      </w:r>
      <w:r w:rsidRPr="00E04F1E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</w:t>
      </w:r>
      <w:r w:rsidRPr="00E04F1E">
        <w:rPr>
          <w:sz w:val="28"/>
          <w:szCs w:val="28"/>
        </w:rPr>
        <w:t>.</w:t>
      </w:r>
    </w:p>
    <w:p w:rsidR="00163DF7" w:rsidRPr="00E474C0" w:rsidRDefault="00163DF7" w:rsidP="00E474C0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E474C0">
        <w:rPr>
          <w:sz w:val="28"/>
          <w:szCs w:val="28"/>
        </w:rPr>
        <w:t xml:space="preserve">3. Утвердить прилагаемый Календарный план проведения дополнительного конкурсного отбора членов Молодежного парламента Соликамского муниципального округа. </w:t>
      </w:r>
    </w:p>
    <w:p w:rsidR="00163DF7" w:rsidRDefault="00163DF7" w:rsidP="0020758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E474C0">
        <w:rPr>
          <w:sz w:val="28"/>
          <w:szCs w:val="28"/>
        </w:rPr>
        <w:t>4. Председателю Думы Соликамского муниципального округа провести</w:t>
      </w:r>
      <w:r>
        <w:rPr>
          <w:sz w:val="28"/>
          <w:szCs w:val="28"/>
        </w:rPr>
        <w:t xml:space="preserve"> п</w:t>
      </w:r>
      <w:r w:rsidRPr="005D0866">
        <w:rPr>
          <w:sz w:val="28"/>
          <w:szCs w:val="28"/>
        </w:rPr>
        <w:t>ервое заседание Молодежного парламента</w:t>
      </w:r>
      <w:r>
        <w:rPr>
          <w:sz w:val="28"/>
          <w:szCs w:val="28"/>
        </w:rPr>
        <w:t xml:space="preserve"> Соликамского муниципального округа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</w:t>
      </w:r>
      <w:r w:rsidRPr="005D0866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проведения указанного в пункте 3 настоящего решения дополнительного конкурсного отбор</w:t>
      </w:r>
      <w:bookmarkStart w:id="0" w:name="_GoBack"/>
      <w:r>
        <w:rPr>
          <w:sz w:val="28"/>
          <w:szCs w:val="28"/>
        </w:rPr>
        <w:t xml:space="preserve">а и </w:t>
      </w:r>
      <w:r w:rsidRPr="005D0866">
        <w:rPr>
          <w:sz w:val="28"/>
          <w:szCs w:val="28"/>
        </w:rPr>
        <w:t>утверждения Думой</w:t>
      </w:r>
      <w:r>
        <w:rPr>
          <w:sz w:val="28"/>
          <w:szCs w:val="28"/>
        </w:rPr>
        <w:t xml:space="preserve"> Соликамского муниципального округа</w:t>
      </w:r>
      <w:r w:rsidRPr="005D0866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отбора</w:t>
      </w:r>
      <w:r w:rsidRPr="003A26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изменений в </w:t>
      </w:r>
      <w:r w:rsidRPr="005D0866">
        <w:rPr>
          <w:sz w:val="28"/>
          <w:szCs w:val="28"/>
        </w:rPr>
        <w:t>состав Молодежного парламента</w:t>
      </w:r>
      <w:r>
        <w:rPr>
          <w:sz w:val="28"/>
          <w:szCs w:val="28"/>
        </w:rPr>
        <w:t xml:space="preserve"> Соликамского муниципального округа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 </w:t>
      </w:r>
      <w:r w:rsidRPr="005D0866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30 календарных дней</w:t>
      </w:r>
      <w:r w:rsidRPr="005D0866">
        <w:rPr>
          <w:sz w:val="28"/>
          <w:szCs w:val="28"/>
        </w:rPr>
        <w:t xml:space="preserve"> со дня</w:t>
      </w:r>
      <w:r>
        <w:rPr>
          <w:sz w:val="28"/>
          <w:szCs w:val="28"/>
        </w:rPr>
        <w:t xml:space="preserve"> утверждения указанных изменений.</w:t>
      </w:r>
    </w:p>
    <w:bookmarkEnd w:id="0"/>
    <w:p w:rsidR="00163DF7" w:rsidRDefault="00163DF7" w:rsidP="00E9419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B409EB">
        <w:rPr>
          <w:sz w:val="28"/>
          <w:szCs w:val="28"/>
        </w:rPr>
        <w:t xml:space="preserve">5. Настоящее решение вступает в силу после его официального обнародования в газете «Соликамский рабочий» и подлежит размещению на </w:t>
      </w:r>
      <w:r w:rsidRPr="00B409EB">
        <w:rPr>
          <w:bCs/>
          <w:sz w:val="28"/>
          <w:szCs w:val="28"/>
        </w:rPr>
        <w:t>официальных сайтах Думы Соликамского муниципального округа и администрации Соликамского муниципального округа</w:t>
      </w:r>
      <w:r w:rsidRPr="00B409EB">
        <w:rPr>
          <w:sz w:val="28"/>
          <w:szCs w:val="28"/>
        </w:rPr>
        <w:t xml:space="preserve"> в </w:t>
      </w:r>
      <w:r w:rsidRPr="00B409EB">
        <w:rPr>
          <w:bCs/>
          <w:sz w:val="28"/>
          <w:szCs w:val="28"/>
        </w:rPr>
        <w:t>информационно-</w:t>
      </w:r>
      <w:r w:rsidRPr="008278D1">
        <w:rPr>
          <w:bCs/>
          <w:sz w:val="28"/>
          <w:szCs w:val="28"/>
        </w:rPr>
        <w:t xml:space="preserve">телекоммуникационной сети </w:t>
      </w:r>
      <w:r>
        <w:rPr>
          <w:bCs/>
          <w:sz w:val="28"/>
          <w:szCs w:val="28"/>
        </w:rPr>
        <w:t>«</w:t>
      </w:r>
      <w:r w:rsidRPr="008278D1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»</w:t>
      </w:r>
      <w:r w:rsidRPr="008278D1">
        <w:rPr>
          <w:sz w:val="28"/>
          <w:szCs w:val="28"/>
        </w:rPr>
        <w:t>.</w:t>
      </w:r>
    </w:p>
    <w:p w:rsidR="00163DF7" w:rsidRPr="008278D1" w:rsidRDefault="00163DF7" w:rsidP="00E94194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163DF7" w:rsidRPr="00E21081" w:rsidTr="000F0167">
        <w:tc>
          <w:tcPr>
            <w:tcW w:w="4785" w:type="dxa"/>
          </w:tcPr>
          <w:p w:rsidR="00163DF7" w:rsidRPr="00E21081" w:rsidRDefault="00163DF7" w:rsidP="000F0167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E21081">
              <w:rPr>
                <w:sz w:val="28"/>
                <w:szCs w:val="28"/>
              </w:rPr>
              <w:t xml:space="preserve">Председатель Думы </w:t>
            </w:r>
          </w:p>
          <w:p w:rsidR="00163DF7" w:rsidRPr="00E21081" w:rsidRDefault="00163DF7" w:rsidP="000F0167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E21081">
              <w:rPr>
                <w:sz w:val="28"/>
                <w:szCs w:val="28"/>
              </w:rPr>
              <w:t xml:space="preserve">Соликамского </w:t>
            </w:r>
            <w:r>
              <w:rPr>
                <w:sz w:val="28"/>
                <w:szCs w:val="28"/>
              </w:rPr>
              <w:t>муниципального</w:t>
            </w:r>
            <w:r w:rsidRPr="00E21081">
              <w:rPr>
                <w:sz w:val="28"/>
                <w:szCs w:val="28"/>
              </w:rPr>
              <w:t xml:space="preserve"> округа </w:t>
            </w:r>
          </w:p>
        </w:tc>
        <w:tc>
          <w:tcPr>
            <w:tcW w:w="4785" w:type="dxa"/>
          </w:tcPr>
          <w:p w:rsidR="00163DF7" w:rsidRPr="00E21081" w:rsidRDefault="00163DF7" w:rsidP="000F0167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E21081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муниципального</w:t>
            </w:r>
            <w:r w:rsidRPr="00E21081">
              <w:rPr>
                <w:sz w:val="28"/>
                <w:szCs w:val="28"/>
              </w:rPr>
              <w:t xml:space="preserve"> округа – </w:t>
            </w:r>
          </w:p>
          <w:p w:rsidR="00163DF7" w:rsidRPr="00E21081" w:rsidRDefault="00163DF7" w:rsidP="000F0167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E21081">
              <w:rPr>
                <w:sz w:val="28"/>
                <w:szCs w:val="28"/>
              </w:rPr>
              <w:t xml:space="preserve">глава администрации Соликамского </w:t>
            </w:r>
            <w:r>
              <w:rPr>
                <w:sz w:val="28"/>
                <w:szCs w:val="28"/>
              </w:rPr>
              <w:t>муниципального</w:t>
            </w:r>
            <w:r w:rsidRPr="00E21081">
              <w:rPr>
                <w:sz w:val="28"/>
                <w:szCs w:val="28"/>
              </w:rPr>
              <w:t xml:space="preserve"> округа  </w:t>
            </w:r>
          </w:p>
        </w:tc>
      </w:tr>
      <w:tr w:rsidR="00163DF7" w:rsidRPr="00E21081" w:rsidTr="000F0167">
        <w:tc>
          <w:tcPr>
            <w:tcW w:w="4785" w:type="dxa"/>
          </w:tcPr>
          <w:p w:rsidR="00163DF7" w:rsidRPr="00E21081" w:rsidRDefault="00163DF7" w:rsidP="000F0167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И.Г.Мингазеев</w:t>
            </w:r>
          </w:p>
        </w:tc>
        <w:tc>
          <w:tcPr>
            <w:tcW w:w="4785" w:type="dxa"/>
          </w:tcPr>
          <w:p w:rsidR="00163DF7" w:rsidRPr="00E21081" w:rsidRDefault="00163DF7" w:rsidP="000F0167">
            <w:pPr>
              <w:pStyle w:val="ConsPlusNormal"/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А.А.Русанов</w:t>
            </w:r>
          </w:p>
        </w:tc>
      </w:tr>
    </w:tbl>
    <w:p w:rsidR="00163DF7" w:rsidRDefault="00163DF7" w:rsidP="00887584">
      <w:pPr>
        <w:rPr>
          <w:sz w:val="28"/>
          <w:szCs w:val="28"/>
        </w:rPr>
      </w:pPr>
    </w:p>
    <w:p w:rsidR="00163DF7" w:rsidRDefault="00163DF7" w:rsidP="00887584">
      <w:pPr>
        <w:rPr>
          <w:sz w:val="28"/>
          <w:szCs w:val="28"/>
        </w:rPr>
      </w:pPr>
    </w:p>
    <w:p w:rsidR="00163DF7" w:rsidRPr="00D0729B" w:rsidRDefault="00163DF7" w:rsidP="00887584">
      <w:pPr>
        <w:rPr>
          <w:sz w:val="28"/>
          <w:szCs w:val="28"/>
        </w:rPr>
      </w:pPr>
      <w:r w:rsidRPr="00574F74">
        <w:rPr>
          <w:sz w:val="28"/>
          <w:szCs w:val="28"/>
        </w:rPr>
        <w:t xml:space="preserve">     </w:t>
      </w:r>
    </w:p>
    <w:sectPr w:rsidR="00163DF7" w:rsidRPr="00D0729B" w:rsidSect="00496951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DF7" w:rsidRDefault="00163DF7">
      <w:r>
        <w:separator/>
      </w:r>
    </w:p>
  </w:endnote>
  <w:endnote w:type="continuationSeparator" w:id="0">
    <w:p w:rsidR="00163DF7" w:rsidRDefault="00163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DF7" w:rsidRDefault="00163DF7">
      <w:r>
        <w:separator/>
      </w:r>
    </w:p>
  </w:footnote>
  <w:footnote w:type="continuationSeparator" w:id="0">
    <w:p w:rsidR="00163DF7" w:rsidRDefault="00163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F7" w:rsidRDefault="00163DF7" w:rsidP="00132A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3DF7" w:rsidRDefault="00163D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F7" w:rsidRDefault="00163DF7" w:rsidP="00132A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63DF7" w:rsidRDefault="00163D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01D7"/>
    <w:multiLevelType w:val="multilevel"/>
    <w:tmpl w:val="8196BBAA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cs="Times New Roman" w:hint="default"/>
      </w:rPr>
    </w:lvl>
  </w:abstractNum>
  <w:abstractNum w:abstractNumId="1">
    <w:nsid w:val="1273009A"/>
    <w:multiLevelType w:val="hybridMultilevel"/>
    <w:tmpl w:val="C3FC40F4"/>
    <w:lvl w:ilvl="0" w:tplc="6E10EB32">
      <w:start w:val="1"/>
      <w:numFmt w:val="decimal"/>
      <w:lvlText w:val="1.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319A2AFE"/>
    <w:multiLevelType w:val="multilevel"/>
    <w:tmpl w:val="8196BBAA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cs="Times New Roman" w:hint="default"/>
      </w:rPr>
    </w:lvl>
  </w:abstractNum>
  <w:abstractNum w:abstractNumId="3">
    <w:nsid w:val="7A833C78"/>
    <w:multiLevelType w:val="multilevel"/>
    <w:tmpl w:val="6CB60138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34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E61"/>
    <w:rsid w:val="000536C3"/>
    <w:rsid w:val="00083E7E"/>
    <w:rsid w:val="000A384F"/>
    <w:rsid w:val="000A41A8"/>
    <w:rsid w:val="000A79BB"/>
    <w:rsid w:val="000F0167"/>
    <w:rsid w:val="001028F6"/>
    <w:rsid w:val="00112FCF"/>
    <w:rsid w:val="001161F8"/>
    <w:rsid w:val="00132A98"/>
    <w:rsid w:val="00140EC0"/>
    <w:rsid w:val="001441B0"/>
    <w:rsid w:val="00163DF7"/>
    <w:rsid w:val="00183D86"/>
    <w:rsid w:val="00194A4F"/>
    <w:rsid w:val="001C0AA1"/>
    <w:rsid w:val="001D1A4B"/>
    <w:rsid w:val="001D4536"/>
    <w:rsid w:val="00207581"/>
    <w:rsid w:val="002168E7"/>
    <w:rsid w:val="0021782A"/>
    <w:rsid w:val="00267984"/>
    <w:rsid w:val="00293503"/>
    <w:rsid w:val="00296D09"/>
    <w:rsid w:val="002C1189"/>
    <w:rsid w:val="00302666"/>
    <w:rsid w:val="003048BB"/>
    <w:rsid w:val="00304FA4"/>
    <w:rsid w:val="003354EC"/>
    <w:rsid w:val="00380C17"/>
    <w:rsid w:val="003905DA"/>
    <w:rsid w:val="00393AEE"/>
    <w:rsid w:val="003A1A40"/>
    <w:rsid w:val="003A2679"/>
    <w:rsid w:val="003E7D6C"/>
    <w:rsid w:val="003F6111"/>
    <w:rsid w:val="00411905"/>
    <w:rsid w:val="004707B7"/>
    <w:rsid w:val="00475965"/>
    <w:rsid w:val="00496951"/>
    <w:rsid w:val="004D32FE"/>
    <w:rsid w:val="004D4D03"/>
    <w:rsid w:val="004E3CE7"/>
    <w:rsid w:val="00524E61"/>
    <w:rsid w:val="00542BAF"/>
    <w:rsid w:val="00562FC8"/>
    <w:rsid w:val="00571871"/>
    <w:rsid w:val="00574F74"/>
    <w:rsid w:val="005810A1"/>
    <w:rsid w:val="00584C7B"/>
    <w:rsid w:val="005967B3"/>
    <w:rsid w:val="005A4090"/>
    <w:rsid w:val="005B238E"/>
    <w:rsid w:val="005D0866"/>
    <w:rsid w:val="005F2349"/>
    <w:rsid w:val="0060215A"/>
    <w:rsid w:val="0061534C"/>
    <w:rsid w:val="00621A69"/>
    <w:rsid w:val="0064001D"/>
    <w:rsid w:val="00642483"/>
    <w:rsid w:val="00653720"/>
    <w:rsid w:val="00664AF3"/>
    <w:rsid w:val="00674F5A"/>
    <w:rsid w:val="00697D7E"/>
    <w:rsid w:val="006B196B"/>
    <w:rsid w:val="006C0591"/>
    <w:rsid w:val="0070460A"/>
    <w:rsid w:val="00710C96"/>
    <w:rsid w:val="00712D5D"/>
    <w:rsid w:val="00744809"/>
    <w:rsid w:val="00752EEA"/>
    <w:rsid w:val="00797A91"/>
    <w:rsid w:val="007B2958"/>
    <w:rsid w:val="007C6507"/>
    <w:rsid w:val="007E60CA"/>
    <w:rsid w:val="007F001C"/>
    <w:rsid w:val="007F3CFF"/>
    <w:rsid w:val="007F3D25"/>
    <w:rsid w:val="007F79E0"/>
    <w:rsid w:val="00812E3E"/>
    <w:rsid w:val="00820D59"/>
    <w:rsid w:val="008278D1"/>
    <w:rsid w:val="008441DF"/>
    <w:rsid w:val="00852B15"/>
    <w:rsid w:val="008571BA"/>
    <w:rsid w:val="00864722"/>
    <w:rsid w:val="0088433A"/>
    <w:rsid w:val="00887584"/>
    <w:rsid w:val="00895BBA"/>
    <w:rsid w:val="008C1142"/>
    <w:rsid w:val="008C163A"/>
    <w:rsid w:val="008F6E35"/>
    <w:rsid w:val="009006C0"/>
    <w:rsid w:val="009043A0"/>
    <w:rsid w:val="00905BFD"/>
    <w:rsid w:val="009104F0"/>
    <w:rsid w:val="009571B0"/>
    <w:rsid w:val="00985D4C"/>
    <w:rsid w:val="00992089"/>
    <w:rsid w:val="009D4E81"/>
    <w:rsid w:val="00A17E23"/>
    <w:rsid w:val="00A225A6"/>
    <w:rsid w:val="00A3191B"/>
    <w:rsid w:val="00A75224"/>
    <w:rsid w:val="00A802A7"/>
    <w:rsid w:val="00AB3D10"/>
    <w:rsid w:val="00AC527E"/>
    <w:rsid w:val="00B0493A"/>
    <w:rsid w:val="00B20672"/>
    <w:rsid w:val="00B20CC3"/>
    <w:rsid w:val="00B409EB"/>
    <w:rsid w:val="00BA675B"/>
    <w:rsid w:val="00BE15A9"/>
    <w:rsid w:val="00BF03CB"/>
    <w:rsid w:val="00C65577"/>
    <w:rsid w:val="00C96AEA"/>
    <w:rsid w:val="00CC0B10"/>
    <w:rsid w:val="00CC6806"/>
    <w:rsid w:val="00CE76D0"/>
    <w:rsid w:val="00CF27AE"/>
    <w:rsid w:val="00CF3BEB"/>
    <w:rsid w:val="00D043E1"/>
    <w:rsid w:val="00D0729B"/>
    <w:rsid w:val="00D45CDD"/>
    <w:rsid w:val="00D6058E"/>
    <w:rsid w:val="00D6553E"/>
    <w:rsid w:val="00D662C7"/>
    <w:rsid w:val="00D718B6"/>
    <w:rsid w:val="00D779BB"/>
    <w:rsid w:val="00D965A1"/>
    <w:rsid w:val="00DA473B"/>
    <w:rsid w:val="00DB6C30"/>
    <w:rsid w:val="00DC634C"/>
    <w:rsid w:val="00DD4086"/>
    <w:rsid w:val="00DE00F9"/>
    <w:rsid w:val="00DE31A1"/>
    <w:rsid w:val="00DE5E9E"/>
    <w:rsid w:val="00DE7CFE"/>
    <w:rsid w:val="00DF7C73"/>
    <w:rsid w:val="00E04F1E"/>
    <w:rsid w:val="00E11174"/>
    <w:rsid w:val="00E21081"/>
    <w:rsid w:val="00E30795"/>
    <w:rsid w:val="00E31DAC"/>
    <w:rsid w:val="00E3519F"/>
    <w:rsid w:val="00E474C0"/>
    <w:rsid w:val="00E51A07"/>
    <w:rsid w:val="00E54158"/>
    <w:rsid w:val="00E77E49"/>
    <w:rsid w:val="00E81156"/>
    <w:rsid w:val="00E94194"/>
    <w:rsid w:val="00E956A4"/>
    <w:rsid w:val="00EB23D6"/>
    <w:rsid w:val="00ED470D"/>
    <w:rsid w:val="00EF6FE3"/>
    <w:rsid w:val="00F002FB"/>
    <w:rsid w:val="00F00E29"/>
    <w:rsid w:val="00F0299A"/>
    <w:rsid w:val="00F03002"/>
    <w:rsid w:val="00F071CA"/>
    <w:rsid w:val="00F33B07"/>
    <w:rsid w:val="00F348F3"/>
    <w:rsid w:val="00F6292E"/>
    <w:rsid w:val="00F63474"/>
    <w:rsid w:val="00F7762B"/>
    <w:rsid w:val="00FA0B37"/>
    <w:rsid w:val="00FD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A79BB"/>
    <w:pPr>
      <w:widowControl w:val="0"/>
      <w:autoSpaceDE w:val="0"/>
      <w:autoSpaceDN w:val="0"/>
    </w:pPr>
    <w:rPr>
      <w:rFonts w:ascii="Times New Roman" w:hAnsi="Times New Roman"/>
    </w:rPr>
  </w:style>
  <w:style w:type="paragraph" w:customStyle="1" w:styleId="ConsPlusTitle">
    <w:name w:val="ConsPlusTitle"/>
    <w:uiPriority w:val="99"/>
    <w:rsid w:val="000A79B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ConsPlusTitlePage">
    <w:name w:val="ConsPlusTitlePage"/>
    <w:uiPriority w:val="99"/>
    <w:rsid w:val="000A79B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887584"/>
    <w:rPr>
      <w:rFonts w:ascii="Times New Roman" w:hAnsi="Times New Roman"/>
      <w:sz w:val="22"/>
    </w:rPr>
  </w:style>
  <w:style w:type="character" w:styleId="Hyperlink">
    <w:name w:val="Hyperlink"/>
    <w:basedOn w:val="DefaultParagraphFont"/>
    <w:uiPriority w:val="99"/>
    <w:rsid w:val="003E7D6C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9695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F6111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rsid w:val="004969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1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4BC7A589B7FA07984B54F5DA0CFFB6FB7A32B77A6080C49D87D3452879265F5B1967984AF3E07C308BAC357D5u66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481</TotalTime>
  <Pages>3</Pages>
  <Words>636</Words>
  <Characters>3628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51</cp:revision>
  <cp:lastPrinted>2025-02-06T06:33:00Z</cp:lastPrinted>
  <dcterms:created xsi:type="dcterms:W3CDTF">2019-06-17T11:55:00Z</dcterms:created>
  <dcterms:modified xsi:type="dcterms:W3CDTF">2025-02-06T06:34:00Z</dcterms:modified>
</cp:coreProperties>
</file>